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694ECED8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DC1BF3">
        <w:rPr>
          <w:rFonts w:ascii="Times New Roman" w:hAnsi="Times New Roman"/>
        </w:rPr>
        <w:t>02</w:t>
      </w:r>
      <w:r w:rsidR="00BF687E">
        <w:rPr>
          <w:rFonts w:ascii="Times New Roman" w:hAnsi="Times New Roman"/>
        </w:rPr>
        <w:t>.</w:t>
      </w:r>
      <w:r w:rsidR="00DC1BF3">
        <w:rPr>
          <w:rFonts w:ascii="Times New Roman" w:hAnsi="Times New Roman"/>
        </w:rPr>
        <w:t>01</w:t>
      </w:r>
      <w:r w:rsidRPr="00B801C3">
        <w:rPr>
          <w:rFonts w:ascii="Times New Roman" w:hAnsi="Times New Roman"/>
        </w:rPr>
        <w:t>.202</w:t>
      </w:r>
      <w:r w:rsidR="00DC1BF3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D46B83">
        <w:rPr>
          <w:rFonts w:ascii="Times New Roman" w:hAnsi="Times New Roman"/>
        </w:rPr>
        <w:t>5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212157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212157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212157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212157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212157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212157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212157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212157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212157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212157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3FF4A3BF" w:rsidR="00B801C3" w:rsidRPr="00AE6CB7" w:rsidRDefault="00B74ED3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AE6CB7">
              <w:rPr>
                <w:rFonts w:ascii="Times New Roman" w:hAnsi="Times New Roman"/>
              </w:rPr>
              <w:t xml:space="preserve"> poolt koostatud töö nr  </w:t>
            </w:r>
            <w:r w:rsidR="00DD0037">
              <w:rPr>
                <w:rFonts w:ascii="Times New Roman" w:hAnsi="Times New Roman"/>
              </w:rPr>
              <w:t xml:space="preserve">LR8594 </w:t>
            </w:r>
            <w:r w:rsidR="00212157" w:rsidRPr="002B6674">
              <w:rPr>
                <w:rFonts w:ascii="Times New Roman" w:hAnsi="Times New Roman"/>
              </w:rPr>
              <w:t xml:space="preserve"> </w:t>
            </w:r>
            <w:r w:rsidR="00212157">
              <w:rPr>
                <w:rFonts w:ascii="Times New Roman" w:hAnsi="Times New Roman"/>
              </w:rPr>
              <w:t>„</w:t>
            </w:r>
            <w:r w:rsidR="00DD0037">
              <w:rPr>
                <w:rFonts w:ascii="Times New Roman" w:hAnsi="Times New Roman"/>
              </w:rPr>
              <w:t>Üksnurme tee ja Parma tee kinnistute liitumine elektrivõrguga Saku alevik</w:t>
            </w:r>
            <w:r w:rsidR="00D110DF">
              <w:rPr>
                <w:rFonts w:ascii="Times New Roman" w:hAnsi="Times New Roman"/>
              </w:rPr>
              <w:t>,</w:t>
            </w:r>
            <w:r w:rsidR="00212157">
              <w:rPr>
                <w:rFonts w:ascii="Times New Roman" w:hAnsi="Times New Roman"/>
              </w:rPr>
              <w:t xml:space="preserve"> </w:t>
            </w:r>
            <w:r w:rsidR="00DD0037">
              <w:rPr>
                <w:rFonts w:ascii="Times New Roman" w:hAnsi="Times New Roman"/>
              </w:rPr>
              <w:t>Saku</w:t>
            </w:r>
            <w:r w:rsidR="00212157">
              <w:rPr>
                <w:rFonts w:ascii="Times New Roman" w:hAnsi="Times New Roman"/>
              </w:rPr>
              <w:t xml:space="preserve"> vald, Harju maakond“</w:t>
            </w:r>
          </w:p>
        </w:tc>
      </w:tr>
      <w:tr w:rsidR="00B801C3" w:rsidRPr="00B801C3" w14:paraId="0755177A" w14:textId="77777777" w:rsidTr="00212157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45D5465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DD0037">
              <w:rPr>
                <w:rFonts w:ascii="Times New Roman" w:hAnsi="Times New Roman"/>
              </w:rPr>
              <w:t>Indrek Kaarmäe</w:t>
            </w:r>
          </w:p>
        </w:tc>
      </w:tr>
      <w:tr w:rsidR="00B801C3" w:rsidRPr="00B801C3" w14:paraId="58516777" w14:textId="77777777" w:rsidTr="00212157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14B9D9C5" w:rsidR="00B801C3" w:rsidRPr="00B801C3" w:rsidRDefault="00DD0037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B13BC0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2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 w:rsidR="00D110D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4147</w:t>
            </w:r>
            <w:r w:rsidR="00B13BC0">
              <w:rPr>
                <w:rFonts w:ascii="Times New Roman" w:hAnsi="Times New Roman"/>
              </w:rPr>
              <w:t>-4</w:t>
            </w:r>
          </w:p>
        </w:tc>
      </w:tr>
      <w:tr w:rsidR="00B801C3" w:rsidRPr="00B801C3" w14:paraId="51E2B8BB" w14:textId="77777777" w:rsidTr="00212157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3D91B6E3" w:rsidR="00B801C3" w:rsidRPr="00B801C3" w:rsidRDefault="00F938DC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142">
              <w:rPr>
                <w:rFonts w:ascii="Times New Roman" w:hAnsi="Times New Roman"/>
              </w:rPr>
              <w:t>1</w:t>
            </w:r>
            <w:r w:rsidR="00DD0037">
              <w:rPr>
                <w:rFonts w:ascii="Times New Roman" w:hAnsi="Times New Roman"/>
              </w:rPr>
              <w:t>345</w:t>
            </w:r>
            <w:r w:rsidR="006B4142">
              <w:rPr>
                <w:rFonts w:ascii="Times New Roman" w:hAnsi="Times New Roman"/>
              </w:rPr>
              <w:t xml:space="preserve"> </w:t>
            </w:r>
            <w:r w:rsidR="00DD0037">
              <w:rPr>
                <w:rFonts w:ascii="Times New Roman" w:hAnsi="Times New Roman"/>
              </w:rPr>
              <w:t>Rahula-Saku</w:t>
            </w:r>
            <w:r w:rsidR="006B4142">
              <w:rPr>
                <w:rFonts w:ascii="Times New Roman" w:hAnsi="Times New Roman"/>
              </w:rPr>
              <w:t xml:space="preserve"> tee </w:t>
            </w:r>
          </w:p>
        </w:tc>
      </w:tr>
      <w:tr w:rsidR="00C77651" w:rsidRPr="00B801C3" w14:paraId="2974EED6" w14:textId="77777777" w:rsidTr="00212157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54F791ED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DD0037">
              <w:rPr>
                <w:rFonts w:ascii="Times New Roman" w:hAnsi="Times New Roman"/>
              </w:rPr>
              <w:t>71801:001:1745</w:t>
            </w:r>
          </w:p>
        </w:tc>
      </w:tr>
      <w:tr w:rsidR="00C77651" w:rsidRPr="00B801C3" w14:paraId="2799306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18D891F9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DD0037">
              <w:rPr>
                <w:rFonts w:ascii="Times New Roman" w:hAnsi="Times New Roman"/>
              </w:rPr>
              <w:t>Saku</w:t>
            </w:r>
            <w:r w:rsidR="00C45F0B">
              <w:rPr>
                <w:rFonts w:ascii="Times New Roman" w:hAnsi="Times New Roman"/>
              </w:rPr>
              <w:t xml:space="preserve"> </w:t>
            </w:r>
            <w:r w:rsidR="003E4248">
              <w:rPr>
                <w:rFonts w:ascii="Times New Roman" w:hAnsi="Times New Roman"/>
              </w:rPr>
              <w:t>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DD0037">
              <w:rPr>
                <w:rFonts w:ascii="Times New Roman" w:hAnsi="Times New Roman"/>
              </w:rPr>
              <w:t>Üksnurme</w:t>
            </w:r>
            <w:r w:rsidR="00AB605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E65992">
              <w:rPr>
                <w:rFonts w:ascii="Times New Roman" w:hAnsi="Times New Roman"/>
              </w:rPr>
              <w:t>11</w:t>
            </w:r>
            <w:r w:rsidR="00DD0037">
              <w:rPr>
                <w:rFonts w:ascii="Times New Roman" w:hAnsi="Times New Roman"/>
              </w:rPr>
              <w:t>345</w:t>
            </w:r>
            <w:r w:rsidR="00E65992">
              <w:rPr>
                <w:rFonts w:ascii="Times New Roman" w:hAnsi="Times New Roman"/>
              </w:rPr>
              <w:t xml:space="preserve"> </w:t>
            </w:r>
            <w:r w:rsidR="00DD0037">
              <w:rPr>
                <w:rFonts w:ascii="Times New Roman" w:hAnsi="Times New Roman"/>
              </w:rPr>
              <w:t>Rahula</w:t>
            </w:r>
            <w:r w:rsidR="00E65992">
              <w:rPr>
                <w:rFonts w:ascii="Times New Roman" w:hAnsi="Times New Roman"/>
              </w:rPr>
              <w:t>-</w:t>
            </w:r>
            <w:r w:rsidR="00DD0037">
              <w:rPr>
                <w:rFonts w:ascii="Times New Roman" w:hAnsi="Times New Roman"/>
              </w:rPr>
              <w:t>Saku</w:t>
            </w:r>
            <w:r w:rsidR="00243817">
              <w:rPr>
                <w:rFonts w:ascii="Times New Roman" w:hAnsi="Times New Roman"/>
              </w:rPr>
              <w:t xml:space="preserve"> tee</w:t>
            </w:r>
            <w:r w:rsidR="00DD0037">
              <w:rPr>
                <w:rFonts w:ascii="Times New Roman" w:hAnsi="Times New Roman"/>
              </w:rPr>
              <w:t xml:space="preserve"> L1</w:t>
            </w:r>
          </w:p>
        </w:tc>
      </w:tr>
      <w:tr w:rsidR="00C77651" w:rsidRPr="00B801C3" w14:paraId="616548FD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6D62C11" w14:textId="0EE25714" w:rsidR="00C77651" w:rsidRPr="00B801C3" w:rsidRDefault="00C77651" w:rsidP="00DD0037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DD0037">
              <w:rPr>
                <w:rFonts w:ascii="Times New Roman" w:hAnsi="Times New Roman"/>
              </w:rPr>
              <w:t>5142750</w:t>
            </w:r>
          </w:p>
        </w:tc>
      </w:tr>
      <w:tr w:rsidR="002E5106" w:rsidRPr="00B801C3" w14:paraId="1ABE5D2C" w14:textId="77777777" w:rsidTr="0021215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168FDF0E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Soovime maaüksusele </w:t>
            </w:r>
            <w:r w:rsidR="00DC1BF3">
              <w:rPr>
                <w:rFonts w:ascii="Times New Roman" w:hAnsi="Times New Roman"/>
              </w:rPr>
              <w:t xml:space="preserve">asendada olemasolevat keskpinge maakaabelliini ja paikaldada reservtotu. Paralleelkulgemine </w:t>
            </w:r>
            <w:r w:rsidR="00BB6BBE">
              <w:rPr>
                <w:rFonts w:ascii="Times New Roman" w:hAnsi="Times New Roman"/>
              </w:rPr>
              <w:t xml:space="preserve">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DC1BF3">
              <w:rPr>
                <w:rFonts w:ascii="Times New Roman" w:hAnsi="Times New Roman"/>
              </w:rPr>
              <w:t>6,98-7,06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DC1BF3">
              <w:rPr>
                <w:rFonts w:ascii="Times New Roman" w:hAnsi="Times New Roman"/>
              </w:rPr>
              <w:t>160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0FFD44B0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DC1BF3">
              <w:rPr>
                <w:rFonts w:ascii="Times New Roman" w:hAnsi="Times New Roman"/>
              </w:rPr>
              <w:t>05.12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0F26C66E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DC1BF3">
              <w:rPr>
                <w:rFonts w:ascii="Times New Roman" w:hAnsi="Times New Roman"/>
              </w:rPr>
              <w:t>24147</w:t>
            </w:r>
            <w:r w:rsidR="00B13BC0">
              <w:rPr>
                <w:rFonts w:ascii="Times New Roman" w:hAnsi="Times New Roman"/>
              </w:rPr>
              <w:t>-4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21215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7100" w14:textId="77777777" w:rsidR="001E06C1" w:rsidRDefault="001E06C1">
      <w:r>
        <w:separator/>
      </w:r>
    </w:p>
  </w:endnote>
  <w:endnote w:type="continuationSeparator" w:id="0">
    <w:p w14:paraId="034F6822" w14:textId="77777777" w:rsidR="001E06C1" w:rsidRDefault="001E06C1">
      <w:r>
        <w:continuationSeparator/>
      </w:r>
    </w:p>
  </w:endnote>
  <w:endnote w:type="continuationNotice" w:id="1">
    <w:p w14:paraId="65D79E56" w14:textId="77777777" w:rsidR="001E06C1" w:rsidRDefault="001E06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90778" w14:textId="77777777" w:rsidR="001E06C1" w:rsidRDefault="001E06C1">
      <w:r>
        <w:separator/>
      </w:r>
    </w:p>
  </w:footnote>
  <w:footnote w:type="continuationSeparator" w:id="0">
    <w:p w14:paraId="796EE942" w14:textId="77777777" w:rsidR="001E06C1" w:rsidRDefault="001E06C1">
      <w:r>
        <w:continuationSeparator/>
      </w:r>
    </w:p>
  </w:footnote>
  <w:footnote w:type="continuationNotice" w:id="1">
    <w:p w14:paraId="69C0D698" w14:textId="77777777" w:rsidR="001E06C1" w:rsidRDefault="001E06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6C1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3726E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6B93"/>
    <w:rsid w:val="00CD3A22"/>
    <w:rsid w:val="00CD4DCF"/>
    <w:rsid w:val="00CE0278"/>
    <w:rsid w:val="00CE3F01"/>
    <w:rsid w:val="00CF1FCB"/>
    <w:rsid w:val="00CF52BA"/>
    <w:rsid w:val="00D050D5"/>
    <w:rsid w:val="00D110DF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46B83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BF3"/>
    <w:rsid w:val="00DC1FEC"/>
    <w:rsid w:val="00DC468D"/>
    <w:rsid w:val="00DC48B2"/>
    <w:rsid w:val="00DD0037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7578D"/>
    <w:rsid w:val="00F9120F"/>
    <w:rsid w:val="00F938DC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779</TotalTime>
  <Pages>2</Pages>
  <Words>316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417</cp:revision>
  <cp:lastPrinted>2022-01-11T09:20:00Z</cp:lastPrinted>
  <dcterms:created xsi:type="dcterms:W3CDTF">2022-01-10T12:44:00Z</dcterms:created>
  <dcterms:modified xsi:type="dcterms:W3CDTF">2024-01-02T11:22:00Z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